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1520BE88"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6F78A6">
        <w:rPr>
          <w:b/>
          <w:caps/>
          <w:color w:val="000000"/>
          <w:spacing w:val="-2"/>
          <w:szCs w:val="24"/>
        </w:rPr>
        <w:t>statybininkų g. 15</w:t>
      </w:r>
      <w:r>
        <w:rPr>
          <w:b/>
          <w:caps/>
          <w:color w:val="000000"/>
          <w:spacing w:val="-2"/>
          <w:szCs w:val="24"/>
        </w:rPr>
        <w:t>, Skuodo MIESTE, nuomos</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5DC0FE02"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2025 m</w:t>
      </w:r>
      <w:r w:rsidR="006F78A6">
        <w:rPr>
          <w:color w:val="000000"/>
          <w:szCs w:val="24"/>
          <w:shd w:val="clear" w:color="auto" w:fill="FFFFFF"/>
        </w:rPr>
        <w:t>.</w:t>
      </w:r>
      <w:r w:rsidR="00DF328B">
        <w:rPr>
          <w:color w:val="000000"/>
          <w:szCs w:val="24"/>
          <w:shd w:val="clear" w:color="auto" w:fill="FFFFFF"/>
        </w:rPr>
        <w:t xml:space="preserve"> </w:t>
      </w:r>
      <w:r w:rsidR="0048496E">
        <w:rPr>
          <w:color w:val="000000"/>
          <w:szCs w:val="24"/>
          <w:shd w:val="clear" w:color="auto" w:fill="FFFFFF"/>
        </w:rPr>
        <w:t>birželio</w:t>
      </w:r>
      <w:r>
        <w:rPr>
          <w:color w:val="000000"/>
          <w:szCs w:val="24"/>
          <w:shd w:val="clear" w:color="auto" w:fill="FFFFFF"/>
        </w:rPr>
        <w:t xml:space="preserve"> </w:t>
      </w:r>
      <w:r w:rsidR="00DF328B">
        <w:rPr>
          <w:color w:val="000000"/>
          <w:szCs w:val="24"/>
          <w:shd w:val="clear" w:color="auto" w:fill="FFFFFF"/>
        </w:rPr>
        <w:t xml:space="preserve">12 </w:t>
      </w:r>
      <w:r>
        <w:rPr>
          <w:color w:val="000000"/>
          <w:szCs w:val="24"/>
          <w:shd w:val="clear" w:color="auto" w:fill="FFFFFF"/>
        </w:rPr>
        <w:t>d. Nr. T10-</w:t>
      </w:r>
      <w:r w:rsidR="00DF328B">
        <w:rPr>
          <w:color w:val="000000"/>
          <w:szCs w:val="24"/>
          <w:shd w:val="clear" w:color="auto" w:fill="FFFFFF"/>
        </w:rPr>
        <w:t>155</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6E88231F" w:rsidR="00437A3E" w:rsidRDefault="002457D8">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 xml:space="preserve">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165085">
        <w:t>18.5</w:t>
      </w:r>
      <w:r>
        <w:t xml:space="preserve"> papunkčiu</w:t>
      </w:r>
      <w:bookmarkStart w:id="1" w:name="_Hlk191895415"/>
      <w:r w:rsidR="0047132E">
        <w:t xml:space="preserve"> bei atsižvelgdama į</w:t>
      </w:r>
      <w:r>
        <w:t xml:space="preserve"> </w:t>
      </w:r>
      <w:bookmarkEnd w:id="1"/>
      <w:r w:rsidR="00165085">
        <w:t xml:space="preserve">UAB ,,Skuodo žemės ūkio technika“ direktoriaus </w:t>
      </w:r>
      <w:r>
        <w:t>202</w:t>
      </w:r>
      <w:r w:rsidR="00A81054">
        <w:t>5</w:t>
      </w:r>
      <w:r>
        <w:t xml:space="preserve"> m. </w:t>
      </w:r>
      <w:r w:rsidR="00165085">
        <w:t>gegužės 20</w:t>
      </w:r>
      <w:r>
        <w:t xml:space="preserve"> d. prašymą, Skuodo rajono savivaldybės taryba</w:t>
      </w:r>
      <w:r w:rsidR="00165085">
        <w:t xml:space="preserve"> </w:t>
      </w:r>
      <w:r w:rsidR="00DF328B" w:rsidRPr="00DF328B">
        <w:rPr>
          <w:spacing w:val="40"/>
        </w:rPr>
        <w:t>nusprendžia</w:t>
      </w:r>
      <w:r w:rsidR="00E944B6">
        <w:t>:</w:t>
      </w:r>
    </w:p>
    <w:p w14:paraId="55638BD3" w14:textId="77B847B5" w:rsidR="00437A3E" w:rsidRDefault="002457D8">
      <w:pPr>
        <w:ind w:firstLine="1247"/>
        <w:jc w:val="both"/>
        <w:rPr>
          <w:szCs w:val="24"/>
        </w:rPr>
      </w:pPr>
      <w:r>
        <w:rPr>
          <w:szCs w:val="24"/>
        </w:rPr>
        <w:t xml:space="preserve">1. Išnuomoti be aukciono </w:t>
      </w:r>
      <w:r w:rsidR="00165085">
        <w:rPr>
          <w:szCs w:val="24"/>
        </w:rPr>
        <w:t>5</w:t>
      </w:r>
      <w:r>
        <w:rPr>
          <w:szCs w:val="24"/>
        </w:rPr>
        <w:t xml:space="preserve"> metų laikotarpiui </w:t>
      </w:r>
      <w:r w:rsidR="00165085">
        <w:rPr>
          <w:szCs w:val="24"/>
        </w:rPr>
        <w:t>UAB ,,Skuodo žemės ūkio technika“</w:t>
      </w:r>
      <w:r>
        <w:rPr>
          <w:szCs w:val="24"/>
        </w:rPr>
        <w:t xml:space="preserve"> 0,</w:t>
      </w:r>
      <w:r w:rsidR="00165085">
        <w:rPr>
          <w:szCs w:val="24"/>
        </w:rPr>
        <w:t>0731</w:t>
      </w:r>
      <w:r>
        <w:rPr>
          <w:szCs w:val="24"/>
        </w:rPr>
        <w:t xml:space="preserve"> ha kitos paskirties žemės sklyp</w:t>
      </w:r>
      <w:r w:rsidR="00165085">
        <w:rPr>
          <w:szCs w:val="24"/>
        </w:rPr>
        <w:t>ą</w:t>
      </w:r>
      <w:r>
        <w:rPr>
          <w:szCs w:val="24"/>
        </w:rPr>
        <w:t>, kadastro Nr. 7550/000</w:t>
      </w:r>
      <w:r w:rsidR="00165085">
        <w:rPr>
          <w:szCs w:val="24"/>
        </w:rPr>
        <w:t>2</w:t>
      </w:r>
      <w:r>
        <w:rPr>
          <w:szCs w:val="24"/>
        </w:rPr>
        <w:t>:</w:t>
      </w:r>
      <w:r w:rsidR="00165085">
        <w:rPr>
          <w:szCs w:val="24"/>
        </w:rPr>
        <w:t>114</w:t>
      </w:r>
      <w:r>
        <w:rPr>
          <w:szCs w:val="24"/>
        </w:rPr>
        <w:t>, esan</w:t>
      </w:r>
      <w:r w:rsidR="00165085">
        <w:rPr>
          <w:szCs w:val="24"/>
        </w:rPr>
        <w:t>tį Statybininkų g. 15</w:t>
      </w:r>
      <w:r>
        <w:rPr>
          <w:szCs w:val="24"/>
        </w:rPr>
        <w:t>, Skuodo mieste, 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73A3D6DF"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DF328B">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F328B" w14:paraId="16EA180C" w14:textId="77777777" w:rsidTr="00DF328B">
        <w:tc>
          <w:tcPr>
            <w:tcW w:w="4814" w:type="dxa"/>
          </w:tcPr>
          <w:p w14:paraId="383ABDFF" w14:textId="57360BFC" w:rsidR="00DF328B" w:rsidRDefault="00DF328B" w:rsidP="00DF328B">
            <w:pPr>
              <w:tabs>
                <w:tab w:val="left" w:pos="5670"/>
                <w:tab w:val="left" w:pos="7044"/>
              </w:tabs>
              <w:ind w:hanging="120"/>
              <w:jc w:val="both"/>
              <w:rPr>
                <w:szCs w:val="24"/>
              </w:rPr>
            </w:pPr>
            <w:r>
              <w:rPr>
                <w:szCs w:val="24"/>
              </w:rPr>
              <w:t>Savivaldybės meras</w:t>
            </w:r>
          </w:p>
        </w:tc>
        <w:tc>
          <w:tcPr>
            <w:tcW w:w="4815" w:type="dxa"/>
          </w:tcPr>
          <w:p w14:paraId="4097B43B" w14:textId="77777777" w:rsidR="00DF328B" w:rsidRDefault="00DF328B">
            <w:pPr>
              <w:tabs>
                <w:tab w:val="left" w:pos="5670"/>
                <w:tab w:val="left" w:pos="7044"/>
              </w:tabs>
              <w:jc w:val="both"/>
              <w:rPr>
                <w:szCs w:val="24"/>
              </w:rPr>
            </w:pPr>
          </w:p>
        </w:tc>
      </w:tr>
    </w:tbl>
    <w:p w14:paraId="2E21684D" w14:textId="49A03F9D"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DDC8F" w14:textId="77777777" w:rsidR="00B56E9E" w:rsidRDefault="00B56E9E">
      <w:r>
        <w:separator/>
      </w:r>
    </w:p>
  </w:endnote>
  <w:endnote w:type="continuationSeparator" w:id="0">
    <w:p w14:paraId="045992BC" w14:textId="77777777" w:rsidR="00B56E9E" w:rsidRDefault="00B56E9E">
      <w:r>
        <w:continuationSeparator/>
      </w:r>
    </w:p>
  </w:endnote>
  <w:endnote w:type="continuationNotice" w:id="1">
    <w:p w14:paraId="033E027A" w14:textId="77777777" w:rsidR="00B56E9E" w:rsidRDefault="00B56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28B05" w14:textId="77777777" w:rsidR="00B56E9E" w:rsidRDefault="00B56E9E">
      <w:r>
        <w:separator/>
      </w:r>
    </w:p>
  </w:footnote>
  <w:footnote w:type="continuationSeparator" w:id="0">
    <w:p w14:paraId="69222191" w14:textId="77777777" w:rsidR="00B56E9E" w:rsidRDefault="00B56E9E">
      <w:r>
        <w:continuationSeparator/>
      </w:r>
    </w:p>
  </w:footnote>
  <w:footnote w:type="continuationNotice" w:id="1">
    <w:p w14:paraId="78FEC206" w14:textId="77777777" w:rsidR="00B56E9E" w:rsidRDefault="00B56E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62102"/>
    <w:rsid w:val="00165085"/>
    <w:rsid w:val="001E5B4F"/>
    <w:rsid w:val="002457D8"/>
    <w:rsid w:val="002526C2"/>
    <w:rsid w:val="00254DE6"/>
    <w:rsid w:val="00267B8C"/>
    <w:rsid w:val="00437A3E"/>
    <w:rsid w:val="00437B11"/>
    <w:rsid w:val="004639BE"/>
    <w:rsid w:val="0047132E"/>
    <w:rsid w:val="004770BC"/>
    <w:rsid w:val="00480547"/>
    <w:rsid w:val="0048496E"/>
    <w:rsid w:val="004A6835"/>
    <w:rsid w:val="004B6625"/>
    <w:rsid w:val="004D6B56"/>
    <w:rsid w:val="006F78A6"/>
    <w:rsid w:val="00727B02"/>
    <w:rsid w:val="007622C7"/>
    <w:rsid w:val="007715BC"/>
    <w:rsid w:val="00795892"/>
    <w:rsid w:val="008755A3"/>
    <w:rsid w:val="008D35B2"/>
    <w:rsid w:val="008E4EA2"/>
    <w:rsid w:val="008F5D44"/>
    <w:rsid w:val="00932561"/>
    <w:rsid w:val="00940B39"/>
    <w:rsid w:val="00A81054"/>
    <w:rsid w:val="00A861DF"/>
    <w:rsid w:val="00AC7252"/>
    <w:rsid w:val="00AE2045"/>
    <w:rsid w:val="00B56E9E"/>
    <w:rsid w:val="00B576D2"/>
    <w:rsid w:val="00BB7F49"/>
    <w:rsid w:val="00C34A6F"/>
    <w:rsid w:val="00CB20CD"/>
    <w:rsid w:val="00D41E99"/>
    <w:rsid w:val="00DB347E"/>
    <w:rsid w:val="00DF328B"/>
    <w:rsid w:val="00E61E04"/>
    <w:rsid w:val="00E944B6"/>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2</TotalTime>
  <Pages>1</Pages>
  <Words>1634</Words>
  <Characters>932</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2025-06-13T05:39:00Z</dcterms:created>
  <dcterms:modified xsi:type="dcterms:W3CDTF">2025-06-13T05:41:00Z</dcterms:modified>
</cp:coreProperties>
</file>